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F5A40C0" w14:textId="77777777" w:rsidTr="00F862D6">
        <w:tc>
          <w:tcPr>
            <w:tcW w:w="1020" w:type="dxa"/>
          </w:tcPr>
          <w:p w14:paraId="46D5283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FD39EF5" wp14:editId="5485FF02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D5D98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FD39E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8CD5D98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7582C6" w14:textId="77777777" w:rsidR="00F64786" w:rsidRDefault="00F64786" w:rsidP="0077673A"/>
        </w:tc>
        <w:tc>
          <w:tcPr>
            <w:tcW w:w="823" w:type="dxa"/>
          </w:tcPr>
          <w:p w14:paraId="0926E53D" w14:textId="77777777" w:rsidR="00F64786" w:rsidRDefault="00F64786" w:rsidP="0077673A"/>
        </w:tc>
        <w:tc>
          <w:tcPr>
            <w:tcW w:w="3685" w:type="dxa"/>
          </w:tcPr>
          <w:p w14:paraId="3434F9A7" w14:textId="77777777" w:rsidR="00F64786" w:rsidRDefault="00F64786" w:rsidP="0077673A"/>
        </w:tc>
      </w:tr>
      <w:tr w:rsidR="00F862D6" w14:paraId="4068A89E" w14:textId="77777777" w:rsidTr="00596C7E">
        <w:tc>
          <w:tcPr>
            <w:tcW w:w="1020" w:type="dxa"/>
          </w:tcPr>
          <w:p w14:paraId="7472F1B8" w14:textId="77777777" w:rsidR="00F862D6" w:rsidRDefault="00F862D6" w:rsidP="0077673A"/>
        </w:tc>
        <w:tc>
          <w:tcPr>
            <w:tcW w:w="2552" w:type="dxa"/>
          </w:tcPr>
          <w:p w14:paraId="78B0164D" w14:textId="77777777" w:rsidR="00F862D6" w:rsidRDefault="00F862D6" w:rsidP="00764595"/>
        </w:tc>
        <w:tc>
          <w:tcPr>
            <w:tcW w:w="823" w:type="dxa"/>
          </w:tcPr>
          <w:p w14:paraId="16548EEC" w14:textId="77777777" w:rsidR="00F862D6" w:rsidRDefault="00F862D6" w:rsidP="0077673A"/>
        </w:tc>
        <w:tc>
          <w:tcPr>
            <w:tcW w:w="3685" w:type="dxa"/>
            <w:vMerge w:val="restart"/>
          </w:tcPr>
          <w:p w14:paraId="44FBAC75" w14:textId="77777777" w:rsidR="00596C7E" w:rsidRDefault="00596C7E" w:rsidP="00596C7E">
            <w:pPr>
              <w:rPr>
                <w:rStyle w:val="Potovnadresa"/>
              </w:rPr>
            </w:pPr>
          </w:p>
          <w:p w14:paraId="0613CB3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7277D773" w14:textId="77777777" w:rsidTr="00F862D6">
        <w:tc>
          <w:tcPr>
            <w:tcW w:w="1020" w:type="dxa"/>
          </w:tcPr>
          <w:p w14:paraId="0A199DDA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13C96F9E" w14:textId="2BF1527C" w:rsidR="00136BD0" w:rsidRPr="000575AF" w:rsidRDefault="000A6391" w:rsidP="00136BD0">
            <w:r w:rsidRPr="000A6391">
              <w:t>9911/2022-SŽ-SSV-Ú3</w:t>
            </w:r>
          </w:p>
        </w:tc>
        <w:tc>
          <w:tcPr>
            <w:tcW w:w="823" w:type="dxa"/>
          </w:tcPr>
          <w:p w14:paraId="31CBB573" w14:textId="77777777" w:rsidR="00136BD0" w:rsidRDefault="00136BD0" w:rsidP="00136BD0"/>
        </w:tc>
        <w:tc>
          <w:tcPr>
            <w:tcW w:w="3685" w:type="dxa"/>
            <w:vMerge/>
          </w:tcPr>
          <w:p w14:paraId="6EFCC754" w14:textId="77777777" w:rsidR="00136BD0" w:rsidRDefault="00136BD0" w:rsidP="00136BD0"/>
        </w:tc>
      </w:tr>
      <w:tr w:rsidR="00136BD0" w14:paraId="4345A726" w14:textId="77777777" w:rsidTr="00F862D6">
        <w:tc>
          <w:tcPr>
            <w:tcW w:w="1020" w:type="dxa"/>
          </w:tcPr>
          <w:p w14:paraId="7A915361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3438B324" w14:textId="76D56D67" w:rsidR="00136BD0" w:rsidRPr="000575AF" w:rsidRDefault="006B6002" w:rsidP="00136BD0">
            <w:r>
              <w:t>2</w:t>
            </w:r>
            <w:r w:rsidR="00136BD0" w:rsidRPr="000575AF">
              <w:t>/0</w:t>
            </w:r>
          </w:p>
        </w:tc>
        <w:tc>
          <w:tcPr>
            <w:tcW w:w="823" w:type="dxa"/>
          </w:tcPr>
          <w:p w14:paraId="7E3D2C23" w14:textId="77777777" w:rsidR="00136BD0" w:rsidRDefault="00136BD0" w:rsidP="00136BD0"/>
        </w:tc>
        <w:tc>
          <w:tcPr>
            <w:tcW w:w="3685" w:type="dxa"/>
            <w:vMerge/>
          </w:tcPr>
          <w:p w14:paraId="0BD34689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69C696F2" w14:textId="77777777" w:rsidTr="00B23CA3">
        <w:trPr>
          <w:trHeight w:val="77"/>
        </w:trPr>
        <w:tc>
          <w:tcPr>
            <w:tcW w:w="1020" w:type="dxa"/>
          </w:tcPr>
          <w:p w14:paraId="622A2B2E" w14:textId="77777777" w:rsidR="00136BD0" w:rsidRDefault="00136BD0" w:rsidP="00136BD0"/>
        </w:tc>
        <w:tc>
          <w:tcPr>
            <w:tcW w:w="2552" w:type="dxa"/>
          </w:tcPr>
          <w:p w14:paraId="06C75D67" w14:textId="77777777" w:rsidR="00136BD0" w:rsidRPr="000575AF" w:rsidRDefault="00136BD0" w:rsidP="00136BD0"/>
        </w:tc>
        <w:tc>
          <w:tcPr>
            <w:tcW w:w="823" w:type="dxa"/>
          </w:tcPr>
          <w:p w14:paraId="2956FC28" w14:textId="77777777" w:rsidR="00136BD0" w:rsidRDefault="00136BD0" w:rsidP="00136BD0"/>
        </w:tc>
        <w:tc>
          <w:tcPr>
            <w:tcW w:w="3685" w:type="dxa"/>
            <w:vMerge/>
          </w:tcPr>
          <w:p w14:paraId="091445CE" w14:textId="77777777" w:rsidR="00136BD0" w:rsidRDefault="00136BD0" w:rsidP="00136BD0"/>
        </w:tc>
      </w:tr>
      <w:tr w:rsidR="00136BD0" w14:paraId="54193ECD" w14:textId="77777777" w:rsidTr="00F862D6">
        <w:tc>
          <w:tcPr>
            <w:tcW w:w="1020" w:type="dxa"/>
          </w:tcPr>
          <w:p w14:paraId="0299BB14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5EAA96B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1653AB5" w14:textId="77777777" w:rsidR="00136BD0" w:rsidRDefault="00136BD0" w:rsidP="00136BD0"/>
        </w:tc>
        <w:tc>
          <w:tcPr>
            <w:tcW w:w="3685" w:type="dxa"/>
            <w:vMerge/>
          </w:tcPr>
          <w:p w14:paraId="338A1A21" w14:textId="77777777" w:rsidR="00136BD0" w:rsidRDefault="00136BD0" w:rsidP="00136BD0"/>
        </w:tc>
      </w:tr>
      <w:tr w:rsidR="00136BD0" w14:paraId="496B480E" w14:textId="77777777" w:rsidTr="00F862D6">
        <w:tc>
          <w:tcPr>
            <w:tcW w:w="1020" w:type="dxa"/>
          </w:tcPr>
          <w:p w14:paraId="678B1E01" w14:textId="77777777" w:rsidR="00136BD0" w:rsidRDefault="00136BD0" w:rsidP="00136BD0"/>
        </w:tc>
        <w:tc>
          <w:tcPr>
            <w:tcW w:w="2552" w:type="dxa"/>
          </w:tcPr>
          <w:p w14:paraId="5F0AFCE7" w14:textId="77777777" w:rsidR="00136BD0" w:rsidRPr="000575AF" w:rsidRDefault="00136BD0" w:rsidP="00136BD0"/>
        </w:tc>
        <w:tc>
          <w:tcPr>
            <w:tcW w:w="823" w:type="dxa"/>
          </w:tcPr>
          <w:p w14:paraId="43952360" w14:textId="77777777" w:rsidR="00136BD0" w:rsidRDefault="00136BD0" w:rsidP="00136BD0"/>
        </w:tc>
        <w:tc>
          <w:tcPr>
            <w:tcW w:w="3685" w:type="dxa"/>
            <w:vMerge/>
          </w:tcPr>
          <w:p w14:paraId="4B7B0493" w14:textId="77777777" w:rsidR="00136BD0" w:rsidRDefault="00136BD0" w:rsidP="00136BD0"/>
        </w:tc>
      </w:tr>
      <w:tr w:rsidR="00136BD0" w14:paraId="102967DF" w14:textId="77777777" w:rsidTr="00F862D6">
        <w:tc>
          <w:tcPr>
            <w:tcW w:w="1020" w:type="dxa"/>
          </w:tcPr>
          <w:p w14:paraId="33B813F5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7E273CC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5813221" w14:textId="77777777" w:rsidR="00136BD0" w:rsidRDefault="00136BD0" w:rsidP="00136BD0"/>
        </w:tc>
        <w:tc>
          <w:tcPr>
            <w:tcW w:w="3685" w:type="dxa"/>
            <w:vMerge/>
          </w:tcPr>
          <w:p w14:paraId="486CC75F" w14:textId="77777777" w:rsidR="00136BD0" w:rsidRDefault="00136BD0" w:rsidP="00136BD0"/>
        </w:tc>
      </w:tr>
      <w:tr w:rsidR="00136BD0" w14:paraId="5718CA0E" w14:textId="77777777" w:rsidTr="00F862D6">
        <w:tc>
          <w:tcPr>
            <w:tcW w:w="1020" w:type="dxa"/>
          </w:tcPr>
          <w:p w14:paraId="1F82A01E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71456B06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0F27B400" w14:textId="77777777" w:rsidR="00136BD0" w:rsidRDefault="00136BD0" w:rsidP="00136BD0"/>
        </w:tc>
        <w:tc>
          <w:tcPr>
            <w:tcW w:w="3685" w:type="dxa"/>
            <w:vMerge/>
          </w:tcPr>
          <w:p w14:paraId="0131305B" w14:textId="77777777" w:rsidR="00136BD0" w:rsidRDefault="00136BD0" w:rsidP="00136BD0"/>
        </w:tc>
      </w:tr>
      <w:tr w:rsidR="00136BD0" w14:paraId="1CDEFF5B" w14:textId="77777777" w:rsidTr="00F862D6">
        <w:tc>
          <w:tcPr>
            <w:tcW w:w="1020" w:type="dxa"/>
          </w:tcPr>
          <w:p w14:paraId="6D0C615D" w14:textId="77777777" w:rsidR="00136BD0" w:rsidRDefault="00136BD0" w:rsidP="00136BD0"/>
        </w:tc>
        <w:tc>
          <w:tcPr>
            <w:tcW w:w="2552" w:type="dxa"/>
          </w:tcPr>
          <w:p w14:paraId="0F000FC5" w14:textId="77777777" w:rsidR="00136BD0" w:rsidRPr="003E6B9A" w:rsidRDefault="00136BD0" w:rsidP="00136BD0"/>
        </w:tc>
        <w:tc>
          <w:tcPr>
            <w:tcW w:w="823" w:type="dxa"/>
          </w:tcPr>
          <w:p w14:paraId="1069AA19" w14:textId="77777777" w:rsidR="00136BD0" w:rsidRDefault="00136BD0" w:rsidP="00136BD0"/>
        </w:tc>
        <w:tc>
          <w:tcPr>
            <w:tcW w:w="3685" w:type="dxa"/>
          </w:tcPr>
          <w:p w14:paraId="40AF3708" w14:textId="77777777" w:rsidR="00136BD0" w:rsidRDefault="00136BD0" w:rsidP="00136BD0"/>
        </w:tc>
      </w:tr>
      <w:tr w:rsidR="00136BD0" w14:paraId="779B1F4E" w14:textId="77777777" w:rsidTr="00F862D6">
        <w:tc>
          <w:tcPr>
            <w:tcW w:w="1020" w:type="dxa"/>
          </w:tcPr>
          <w:p w14:paraId="31F70A8B" w14:textId="77777777" w:rsidR="00136BD0" w:rsidRDefault="00136BD0" w:rsidP="00136BD0">
            <w:r>
              <w:t>Datum</w:t>
            </w:r>
          </w:p>
        </w:tc>
        <w:tc>
          <w:tcPr>
            <w:tcW w:w="2552" w:type="dxa"/>
          </w:tcPr>
          <w:p w14:paraId="6D5C5115" w14:textId="1447DBE5" w:rsidR="00136BD0" w:rsidRPr="003E6B9A" w:rsidRDefault="00443A08" w:rsidP="004C77B3">
            <w:r>
              <w:t>12. července 2022</w:t>
            </w:r>
            <w:bookmarkStart w:id="0" w:name="_GoBack"/>
            <w:bookmarkEnd w:id="0"/>
          </w:p>
        </w:tc>
        <w:tc>
          <w:tcPr>
            <w:tcW w:w="823" w:type="dxa"/>
          </w:tcPr>
          <w:p w14:paraId="099F83A0" w14:textId="77777777" w:rsidR="00136BD0" w:rsidRDefault="00136BD0" w:rsidP="00136BD0"/>
        </w:tc>
        <w:tc>
          <w:tcPr>
            <w:tcW w:w="3685" w:type="dxa"/>
          </w:tcPr>
          <w:p w14:paraId="4789414E" w14:textId="77777777" w:rsidR="00136BD0" w:rsidRDefault="00136BD0" w:rsidP="00136BD0"/>
        </w:tc>
      </w:tr>
      <w:tr w:rsidR="00F64786" w14:paraId="67B524C4" w14:textId="77777777" w:rsidTr="00F862D6">
        <w:tc>
          <w:tcPr>
            <w:tcW w:w="1020" w:type="dxa"/>
          </w:tcPr>
          <w:p w14:paraId="150CE89A" w14:textId="77777777" w:rsidR="00F64786" w:rsidRDefault="00F64786" w:rsidP="0077673A"/>
        </w:tc>
        <w:tc>
          <w:tcPr>
            <w:tcW w:w="2552" w:type="dxa"/>
          </w:tcPr>
          <w:p w14:paraId="2B4419C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E9D220F" w14:textId="77777777" w:rsidR="00F64786" w:rsidRDefault="00F64786" w:rsidP="0077673A"/>
        </w:tc>
        <w:tc>
          <w:tcPr>
            <w:tcW w:w="3685" w:type="dxa"/>
          </w:tcPr>
          <w:p w14:paraId="1D307996" w14:textId="77777777" w:rsidR="00F64786" w:rsidRDefault="00F64786" w:rsidP="0077673A"/>
        </w:tc>
      </w:tr>
      <w:tr w:rsidR="00F862D6" w14:paraId="6BE1BA5A" w14:textId="77777777" w:rsidTr="00B45E9E">
        <w:trPr>
          <w:trHeight w:val="794"/>
        </w:trPr>
        <w:tc>
          <w:tcPr>
            <w:tcW w:w="1020" w:type="dxa"/>
          </w:tcPr>
          <w:p w14:paraId="2B5052AA" w14:textId="77777777" w:rsidR="00F862D6" w:rsidRDefault="00F862D6" w:rsidP="0077673A"/>
        </w:tc>
        <w:tc>
          <w:tcPr>
            <w:tcW w:w="2552" w:type="dxa"/>
          </w:tcPr>
          <w:p w14:paraId="438006F8" w14:textId="77777777" w:rsidR="00F862D6" w:rsidRDefault="00F862D6" w:rsidP="00F310F8"/>
        </w:tc>
        <w:tc>
          <w:tcPr>
            <w:tcW w:w="823" w:type="dxa"/>
          </w:tcPr>
          <w:p w14:paraId="21982F50" w14:textId="77777777" w:rsidR="00F862D6" w:rsidRDefault="00F862D6" w:rsidP="0077673A"/>
        </w:tc>
        <w:tc>
          <w:tcPr>
            <w:tcW w:w="3685" w:type="dxa"/>
          </w:tcPr>
          <w:p w14:paraId="665BD405" w14:textId="77777777" w:rsidR="00F862D6" w:rsidRDefault="00F862D6" w:rsidP="0077673A"/>
        </w:tc>
      </w:tr>
      <w:tr w:rsidR="00815D55" w14:paraId="117CB2FC" w14:textId="77777777" w:rsidTr="003B15FE">
        <w:trPr>
          <w:trHeight w:val="74"/>
        </w:trPr>
        <w:tc>
          <w:tcPr>
            <w:tcW w:w="1020" w:type="dxa"/>
          </w:tcPr>
          <w:p w14:paraId="4DB6F62C" w14:textId="77777777" w:rsidR="00815D55" w:rsidRDefault="00815D55" w:rsidP="0077673A"/>
        </w:tc>
        <w:tc>
          <w:tcPr>
            <w:tcW w:w="2552" w:type="dxa"/>
          </w:tcPr>
          <w:p w14:paraId="7F0EC9FA" w14:textId="77777777" w:rsidR="00815D55" w:rsidRDefault="00815D55" w:rsidP="00F310F8"/>
        </w:tc>
        <w:tc>
          <w:tcPr>
            <w:tcW w:w="823" w:type="dxa"/>
          </w:tcPr>
          <w:p w14:paraId="75676D69" w14:textId="77777777" w:rsidR="00815D55" w:rsidRDefault="00815D55" w:rsidP="0077673A"/>
        </w:tc>
        <w:tc>
          <w:tcPr>
            <w:tcW w:w="3685" w:type="dxa"/>
          </w:tcPr>
          <w:p w14:paraId="1BDD3D13" w14:textId="77777777" w:rsidR="00815D55" w:rsidRDefault="00815D55" w:rsidP="0077673A"/>
        </w:tc>
      </w:tr>
    </w:tbl>
    <w:p w14:paraId="77EB200C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12395689" w14:textId="265F1254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0A6391">
        <w:rPr>
          <w:rFonts w:eastAsia="Calibri" w:cs="Times New Roman"/>
          <w:lang w:eastAsia="cs-CZ"/>
        </w:rPr>
        <w:t>6</w:t>
      </w:r>
      <w:r w:rsidRPr="006B0280">
        <w:rPr>
          <w:rFonts w:eastAsia="Calibri" w:cs="Times New Roman"/>
          <w:lang w:eastAsia="cs-CZ"/>
        </w:rPr>
        <w:t xml:space="preserve"> </w:t>
      </w:r>
    </w:p>
    <w:p w14:paraId="3CB9881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A65DF4" w14:textId="70D31CBE" w:rsidR="00CD33B9" w:rsidRDefault="00CD33B9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FEF6050" w14:textId="77777777" w:rsidR="00AA2968" w:rsidRDefault="00AA2968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C78D9FA" w14:textId="79965BB3" w:rsidR="00C9672A" w:rsidRPr="00CB7B5A" w:rsidRDefault="005A489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0A6391">
        <w:rPr>
          <w:rFonts w:eastAsia="Calibri" w:cs="Times New Roman"/>
          <w:b/>
          <w:lang w:eastAsia="cs-CZ"/>
        </w:rPr>
        <w:t>4</w:t>
      </w:r>
      <w:r w:rsidR="00C9672A" w:rsidRPr="00CB7B5A">
        <w:rPr>
          <w:rFonts w:eastAsia="Calibri" w:cs="Times New Roman"/>
          <w:b/>
          <w:lang w:eastAsia="cs-CZ"/>
        </w:rPr>
        <w:t>:</w:t>
      </w:r>
    </w:p>
    <w:p w14:paraId="577719CA" w14:textId="4E57433F" w:rsidR="005A489A" w:rsidRDefault="000A6391" w:rsidP="004C77B3">
      <w:pPr>
        <w:spacing w:after="0" w:line="240" w:lineRule="auto"/>
      </w:pPr>
      <w:r>
        <w:rPr>
          <w:b/>
          <w:bCs/>
        </w:rPr>
        <w:t>P8340 –SO 01-11-01</w:t>
      </w:r>
      <w:r>
        <w:t>: Na základě dotazu č. 23 zadavatel poskytnul opravený soupis prací. V tomto soupisu prací ale stále nefunguje správně součtový vzorec celkové ceny souboru (buňka K2). Žádáme zadavatele o prověření a případnou opravu soupisu prací.</w:t>
      </w:r>
    </w:p>
    <w:p w14:paraId="0A96AE3E" w14:textId="77777777" w:rsidR="000D41C6" w:rsidRDefault="000D41C6" w:rsidP="004C77B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C9EFC1" w14:textId="2BD0F6BE" w:rsidR="00C9672A" w:rsidRPr="00443A08" w:rsidRDefault="00C9672A" w:rsidP="004C77B3">
      <w:pPr>
        <w:spacing w:after="0" w:line="240" w:lineRule="auto"/>
        <w:rPr>
          <w:rFonts w:eastAsia="Calibri" w:cs="Times New Roman"/>
          <w:b/>
          <w:lang w:eastAsia="cs-CZ"/>
        </w:rPr>
      </w:pPr>
      <w:r w:rsidRPr="00443A08">
        <w:rPr>
          <w:rFonts w:eastAsia="Calibri" w:cs="Times New Roman"/>
          <w:b/>
          <w:lang w:eastAsia="cs-CZ"/>
        </w:rPr>
        <w:t xml:space="preserve">Odpověď: </w:t>
      </w:r>
    </w:p>
    <w:p w14:paraId="6D6D9C61" w14:textId="78788186" w:rsidR="003B15FE" w:rsidRPr="00443A08" w:rsidRDefault="00A42441" w:rsidP="003B15FE">
      <w:pPr>
        <w:spacing w:after="0" w:line="240" w:lineRule="auto"/>
        <w:jc w:val="both"/>
        <w:rPr>
          <w:rFonts w:cs="Segoe UI"/>
        </w:rPr>
      </w:pPr>
      <w:r w:rsidRPr="00443A08">
        <w:rPr>
          <w:rFonts w:eastAsia="Calibri" w:cs="Times New Roman"/>
          <w:lang w:eastAsia="cs-CZ"/>
        </w:rPr>
        <w:t>Opravený soupis prací přílohou – opraven součet celkové ceny</w:t>
      </w:r>
      <w:r w:rsidR="00443A08" w:rsidRPr="00443A08">
        <w:rPr>
          <w:rFonts w:eastAsia="Calibri" w:cs="Times New Roman"/>
          <w:lang w:eastAsia="cs-CZ"/>
        </w:rPr>
        <w:t>.</w:t>
      </w:r>
    </w:p>
    <w:p w14:paraId="3BB854E2" w14:textId="77777777" w:rsidR="00D13E6D" w:rsidRPr="00022EAC" w:rsidRDefault="00D13E6D" w:rsidP="003B15F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B4369A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C3B2A42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5143C89" w14:textId="2EEEACD4" w:rsidR="005A489A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2EA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56907C0" w14:textId="77777777" w:rsidR="00022EAC" w:rsidRPr="00022EAC" w:rsidRDefault="00022EAC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60F54A" w14:textId="77777777" w:rsidR="005A489A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C0518C" w14:textId="56573B46" w:rsidR="00956E38" w:rsidRPr="00022EAC" w:rsidRDefault="005A489A" w:rsidP="005A48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2EAC">
        <w:rPr>
          <w:rFonts w:eastAsia="Calibri" w:cs="Times New Roman"/>
          <w:lang w:eastAsia="cs-CZ"/>
        </w:rPr>
        <w:t>V</w:t>
      </w:r>
      <w:r w:rsidR="00956E38" w:rsidRPr="00022EAC">
        <w:rPr>
          <w:rFonts w:eastAsia="Calibri" w:cs="Times New Roman"/>
          <w:lang w:eastAsia="cs-CZ"/>
        </w:rPr>
        <w:t>ysvětlení/ změnu/ doplnění zadávací dokumentace</w:t>
      </w:r>
      <w:r w:rsidR="00956E38" w:rsidRPr="0002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="00956E38" w:rsidRPr="00022EAC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="00956E38" w:rsidRPr="00022EAC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70522E8" w14:textId="77777777" w:rsidR="00956E38" w:rsidRPr="00022EAC" w:rsidRDefault="00956E38" w:rsidP="00956E3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9BEFF49" w14:textId="77777777" w:rsidR="004C77B3" w:rsidRPr="00022EAC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548542" w14:textId="77777777" w:rsidR="004C77B3" w:rsidRPr="00022EAC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22EAC">
        <w:rPr>
          <w:rFonts w:eastAsia="Calibri" w:cs="Times New Roman"/>
          <w:lang w:eastAsia="cs-CZ"/>
        </w:rPr>
        <w:t>Přílohy:</w:t>
      </w:r>
    </w:p>
    <w:p w14:paraId="28906C69" w14:textId="393DE3A9" w:rsidR="00D13E6D" w:rsidRPr="00443A08" w:rsidRDefault="00D13E6D" w:rsidP="00D1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3A08">
        <w:rPr>
          <w:rFonts w:eastAsia="Calibri" w:cs="Times New Roman"/>
          <w:lang w:eastAsia="cs-CZ"/>
        </w:rPr>
        <w:t xml:space="preserve">Soupis prací SO </w:t>
      </w:r>
      <w:r w:rsidR="000D41C6" w:rsidRPr="00443A08">
        <w:rPr>
          <w:rFonts w:eastAsia="Calibri" w:cs="Times New Roman"/>
          <w:lang w:eastAsia="cs-CZ"/>
        </w:rPr>
        <w:t>01-11-01</w:t>
      </w:r>
      <w:r w:rsidRPr="00443A08">
        <w:rPr>
          <w:rFonts w:eastAsia="Calibri" w:cs="Times New Roman"/>
          <w:lang w:eastAsia="cs-CZ"/>
        </w:rPr>
        <w:t xml:space="preserve"> oprava</w:t>
      </w:r>
      <w:r w:rsidR="00A42441" w:rsidRPr="00443A08">
        <w:rPr>
          <w:rFonts w:eastAsia="Calibri" w:cs="Times New Roman"/>
          <w:lang w:eastAsia="cs-CZ"/>
        </w:rPr>
        <w:t>3</w:t>
      </w:r>
    </w:p>
    <w:p w14:paraId="48892AD7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3D493B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2F2F15" w14:textId="5E4A29AA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A6391">
        <w:rPr>
          <w:rFonts w:eastAsia="Calibri" w:cs="Times New Roman"/>
          <w:lang w:eastAsia="cs-CZ"/>
        </w:rPr>
        <w:t>12</w:t>
      </w:r>
      <w:r w:rsidR="00022EAC">
        <w:rPr>
          <w:rFonts w:eastAsia="Calibri" w:cs="Times New Roman"/>
          <w:lang w:eastAsia="cs-CZ"/>
        </w:rPr>
        <w:t>. 7. 2022</w:t>
      </w:r>
    </w:p>
    <w:p w14:paraId="282DF985" w14:textId="77777777"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CA2256" w14:textId="77777777"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93E781" w14:textId="472EA0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B4100F" w14:textId="5CA40932" w:rsidR="00956E38" w:rsidRDefault="00956E3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25046D" w14:textId="77777777"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2784CB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E1E264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5AE628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E06C9D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57AB737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18AA8" w14:textId="77777777" w:rsidR="000572B8" w:rsidRDefault="000572B8" w:rsidP="00962258">
      <w:pPr>
        <w:spacing w:after="0" w:line="240" w:lineRule="auto"/>
      </w:pPr>
      <w:r>
        <w:separator/>
      </w:r>
    </w:p>
  </w:endnote>
  <w:endnote w:type="continuationSeparator" w:id="0">
    <w:p w14:paraId="635BE7DC" w14:textId="77777777" w:rsidR="000572B8" w:rsidRDefault="000572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7572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4BB03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D7EDD8" w14:textId="0F100B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E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C597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91674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533CCFC" w14:textId="77777777" w:rsidR="00F1715C" w:rsidRDefault="00F1715C" w:rsidP="00D831A3">
          <w:pPr>
            <w:pStyle w:val="Zpat"/>
          </w:pPr>
        </w:p>
      </w:tc>
    </w:tr>
  </w:tbl>
  <w:p w14:paraId="35B52C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385932" wp14:editId="49C2C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67A383" wp14:editId="32F8B9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9BB54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A86EE" w14:textId="59C4072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3A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3A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E71B1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806793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64767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820898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487D33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EF7C4C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43CE9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E58993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7F9EB0D" w14:textId="77777777" w:rsidR="00490C88" w:rsidRDefault="00490C88" w:rsidP="00331004">
          <w:pPr>
            <w:pStyle w:val="Zpat"/>
          </w:pPr>
        </w:p>
      </w:tc>
    </w:tr>
  </w:tbl>
  <w:p w14:paraId="32A19E8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BB3E33D" wp14:editId="5F214E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DE145F" wp14:editId="31C049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4A7F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EE99" w14:textId="77777777" w:rsidR="000572B8" w:rsidRDefault="000572B8" w:rsidP="00962258">
      <w:pPr>
        <w:spacing w:after="0" w:line="240" w:lineRule="auto"/>
      </w:pPr>
      <w:r>
        <w:separator/>
      </w:r>
    </w:p>
  </w:footnote>
  <w:footnote w:type="continuationSeparator" w:id="0">
    <w:p w14:paraId="0678AC7F" w14:textId="77777777" w:rsidR="000572B8" w:rsidRDefault="000572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8F17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6115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6C1C7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094B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A5CAC7" w14:textId="77777777" w:rsidR="00F1715C" w:rsidRPr="00D6163D" w:rsidRDefault="00F1715C" w:rsidP="00D6163D">
          <w:pPr>
            <w:pStyle w:val="Druhdokumentu"/>
          </w:pPr>
        </w:p>
      </w:tc>
    </w:tr>
  </w:tbl>
  <w:p w14:paraId="749012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0D6785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B7F9C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AE4ABFF" wp14:editId="01A7156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F6DA8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297E14" w14:textId="77777777" w:rsidR="00F3199A" w:rsidRPr="00D6163D" w:rsidRDefault="00F3199A" w:rsidP="00FC6389">
          <w:pPr>
            <w:pStyle w:val="Druhdokumentu"/>
          </w:pPr>
        </w:p>
      </w:tc>
    </w:tr>
    <w:tr w:rsidR="00F3199A" w14:paraId="0F9D1EF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ED4835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ECDA00" wp14:editId="7673F3B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BF8E9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CE764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9B9F66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9597DEB" wp14:editId="594088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E2D72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22EAC"/>
    <w:rsid w:val="00033432"/>
    <w:rsid w:val="000335CC"/>
    <w:rsid w:val="0003559A"/>
    <w:rsid w:val="000572B8"/>
    <w:rsid w:val="00072C1E"/>
    <w:rsid w:val="000A06AA"/>
    <w:rsid w:val="000A6391"/>
    <w:rsid w:val="000B1153"/>
    <w:rsid w:val="000B6C7E"/>
    <w:rsid w:val="000B7907"/>
    <w:rsid w:val="000C0429"/>
    <w:rsid w:val="000C45E8"/>
    <w:rsid w:val="000D17EC"/>
    <w:rsid w:val="000D2BAC"/>
    <w:rsid w:val="000D41C6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33F32"/>
    <w:rsid w:val="00240A0D"/>
    <w:rsid w:val="00253F65"/>
    <w:rsid w:val="00267369"/>
    <w:rsid w:val="0026785D"/>
    <w:rsid w:val="002C31BF"/>
    <w:rsid w:val="002C6487"/>
    <w:rsid w:val="002E0CD7"/>
    <w:rsid w:val="002F026B"/>
    <w:rsid w:val="00327854"/>
    <w:rsid w:val="00357BC6"/>
    <w:rsid w:val="0037111D"/>
    <w:rsid w:val="003735F7"/>
    <w:rsid w:val="00385F9F"/>
    <w:rsid w:val="003956C6"/>
    <w:rsid w:val="003A6472"/>
    <w:rsid w:val="003B15FE"/>
    <w:rsid w:val="003C5BE7"/>
    <w:rsid w:val="003E6B9A"/>
    <w:rsid w:val="003E75CE"/>
    <w:rsid w:val="0041380F"/>
    <w:rsid w:val="00443A08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7B3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489A"/>
    <w:rsid w:val="005A64E9"/>
    <w:rsid w:val="005B5EE9"/>
    <w:rsid w:val="005D5910"/>
    <w:rsid w:val="006104F6"/>
    <w:rsid w:val="0061068E"/>
    <w:rsid w:val="006456F3"/>
    <w:rsid w:val="00656FE5"/>
    <w:rsid w:val="00657BE8"/>
    <w:rsid w:val="00660AD3"/>
    <w:rsid w:val="00673B2B"/>
    <w:rsid w:val="006A5570"/>
    <w:rsid w:val="006A689C"/>
    <w:rsid w:val="006B0280"/>
    <w:rsid w:val="006B3D79"/>
    <w:rsid w:val="006B6002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570C"/>
    <w:rsid w:val="007C6CA7"/>
    <w:rsid w:val="007D330E"/>
    <w:rsid w:val="007E4A6E"/>
    <w:rsid w:val="007F56A7"/>
    <w:rsid w:val="00807DD0"/>
    <w:rsid w:val="00813F11"/>
    <w:rsid w:val="00815D55"/>
    <w:rsid w:val="00857733"/>
    <w:rsid w:val="00891334"/>
    <w:rsid w:val="008A14C0"/>
    <w:rsid w:val="008A3568"/>
    <w:rsid w:val="008A3FF0"/>
    <w:rsid w:val="008B5564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5049A"/>
    <w:rsid w:val="00956E38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0A51"/>
    <w:rsid w:val="009E07F4"/>
    <w:rsid w:val="009F392E"/>
    <w:rsid w:val="00A42441"/>
    <w:rsid w:val="00A44328"/>
    <w:rsid w:val="00A6177B"/>
    <w:rsid w:val="00A66136"/>
    <w:rsid w:val="00A806DC"/>
    <w:rsid w:val="00AA2968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2F40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D33B9"/>
    <w:rsid w:val="00CE371D"/>
    <w:rsid w:val="00CE5FA9"/>
    <w:rsid w:val="00D02A4D"/>
    <w:rsid w:val="00D13E6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22E1"/>
    <w:rsid w:val="00E824F1"/>
    <w:rsid w:val="00EA7F61"/>
    <w:rsid w:val="00EB104F"/>
    <w:rsid w:val="00EC037A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AEA179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3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3756BD-2CEB-4477-960B-8D16404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48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10</cp:revision>
  <cp:lastPrinted>2022-07-07T04:37:00Z</cp:lastPrinted>
  <dcterms:created xsi:type="dcterms:W3CDTF">2022-07-04T05:09:00Z</dcterms:created>
  <dcterms:modified xsi:type="dcterms:W3CDTF">2022-07-11T11:59:00Z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